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540B96BD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836AC3">
        <w:rPr>
          <w:rFonts w:cs="Arial"/>
          <w:b/>
        </w:rPr>
        <w:t>3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0CC9A747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836AC3">
        <w:rPr>
          <w:rFonts w:cs="Arial"/>
          <w:b/>
          <w:bCs/>
        </w:rPr>
        <w:t>22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8F6682" w:rsidRPr="00DA4325">
        <w:rPr>
          <w:rFonts w:cs="Arial"/>
          <w:b/>
        </w:rPr>
        <w:t>0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E24FC9" w:rsidRPr="00DA4325">
        <w:rPr>
          <w:rFonts w:cs="Arial"/>
          <w:b/>
          <w:bCs/>
        </w:rPr>
        <w:t>art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11582DCE" w14:textId="5E9CAEBE" w:rsidR="00167FCF" w:rsidRPr="00DA4325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</w:t>
      </w:r>
      <w:r w:rsidR="00836AC3" w:rsidRPr="00A2267F">
        <w:rPr>
          <w:rFonts w:cs="Arial"/>
          <w:b/>
          <w:color w:val="000000"/>
          <w:u w:val="single"/>
        </w:rPr>
        <w:t>PLL nº 68/2025 - Projeto de Lei do Legislativo</w:t>
      </w:r>
    </w:p>
    <w:p w14:paraId="50F04490" w14:textId="05AD1DF2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F43202" w:rsidRPr="00DA4325">
        <w:rPr>
          <w:rFonts w:cs="Arial"/>
          <w:color w:val="000000"/>
        </w:rPr>
        <w:t xml:space="preserve">Vereador </w:t>
      </w:r>
      <w:proofErr w:type="spellStart"/>
      <w:r w:rsidR="00836AC3" w:rsidRPr="00A2267F">
        <w:rPr>
          <w:rFonts w:cs="Arial"/>
          <w:color w:val="000000"/>
        </w:rPr>
        <w:t>Juex</w:t>
      </w:r>
      <w:proofErr w:type="spellEnd"/>
      <w:r w:rsidR="00836AC3" w:rsidRPr="00A2267F">
        <w:rPr>
          <w:rFonts w:cs="Arial"/>
          <w:color w:val="000000"/>
        </w:rPr>
        <w:t xml:space="preserve"> Almeida</w:t>
      </w:r>
      <w:r w:rsidR="00F43202" w:rsidRPr="00DA4325">
        <w:rPr>
          <w:rFonts w:cs="Arial"/>
          <w:color w:val="000000"/>
        </w:rPr>
        <w:t>.</w:t>
      </w:r>
    </w:p>
    <w:p w14:paraId="2C8322D4" w14:textId="3E2582F8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836AC3" w:rsidRPr="00A2267F">
        <w:rPr>
          <w:rFonts w:cs="Arial"/>
          <w:color w:val="000000"/>
        </w:rPr>
        <w:t>Institui a Política Municipal "Infância Conectada", voltada à defesa digital de crianças e adolescentes no âmbito do Município de Jacareí, e dá outras providências</w:t>
      </w:r>
      <w:r w:rsidR="00F43202" w:rsidRPr="00DA4325">
        <w:rPr>
          <w:rFonts w:cs="Arial"/>
          <w:color w:val="000000"/>
        </w:rPr>
        <w:t>.</w:t>
      </w:r>
    </w:p>
    <w:p w14:paraId="57169927" w14:textId="271FB4BB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6133AE">
        <w:rPr>
          <w:rFonts w:cs="Arial"/>
          <w:color w:val="000000"/>
        </w:rPr>
        <w:t xml:space="preserve">Projeto </w:t>
      </w:r>
      <w:r w:rsidR="00921BE7">
        <w:rPr>
          <w:rFonts w:cs="Arial"/>
          <w:color w:val="000000"/>
        </w:rPr>
        <w:t>Aprovado</w:t>
      </w:r>
      <w:r w:rsidR="006133AE"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9D3219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3F45085F" w:rsidR="0090253A" w:rsidRPr="00DA4325" w:rsidRDefault="00F43202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>D</w:t>
      </w:r>
      <w:r w:rsidR="00167FCF" w:rsidRPr="00DA4325">
        <w:rPr>
          <w:rFonts w:cs="Arial"/>
          <w:b/>
          <w:color w:val="000000"/>
          <w:u w:val="single"/>
        </w:rPr>
        <w:t>iscussão</w:t>
      </w:r>
      <w:r w:rsidRPr="00DA4325">
        <w:rPr>
          <w:rFonts w:cs="Arial"/>
          <w:b/>
          <w:color w:val="000000"/>
          <w:u w:val="single"/>
        </w:rPr>
        <w:t xml:space="preserve"> </w:t>
      </w:r>
      <w:r w:rsidR="00836AC3" w:rsidRPr="00F967F8">
        <w:rPr>
          <w:rFonts w:cs="Arial"/>
          <w:b/>
          <w:color w:val="000000"/>
          <w:u w:val="single"/>
        </w:rPr>
        <w:t xml:space="preserve">única do </w:t>
      </w:r>
      <w:r w:rsidR="00836AC3" w:rsidRPr="00A2267F">
        <w:rPr>
          <w:rFonts w:cs="Arial"/>
          <w:b/>
          <w:color w:val="000000"/>
          <w:u w:val="single"/>
        </w:rPr>
        <w:t xml:space="preserve">PLL nº </w:t>
      </w:r>
      <w:r w:rsidR="00836AC3">
        <w:rPr>
          <w:rFonts w:cs="Arial"/>
          <w:b/>
          <w:color w:val="000000"/>
          <w:u w:val="single"/>
        </w:rPr>
        <w:t>98</w:t>
      </w:r>
      <w:r w:rsidR="00836AC3" w:rsidRPr="00A2267F">
        <w:rPr>
          <w:rFonts w:cs="Arial"/>
          <w:b/>
          <w:color w:val="000000"/>
          <w:u w:val="single"/>
        </w:rPr>
        <w:t>/2025 - Projeto de Lei do Legislativo</w:t>
      </w:r>
      <w:r w:rsidR="00836AC3">
        <w:rPr>
          <w:rFonts w:cs="Arial"/>
          <w:b/>
          <w:color w:val="000000"/>
          <w:u w:val="single"/>
        </w:rPr>
        <w:t xml:space="preserve"> - com Substitutivo</w:t>
      </w:r>
    </w:p>
    <w:p w14:paraId="3B6CE083" w14:textId="0DC9ACC1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836AC3">
        <w:rPr>
          <w:rFonts w:cs="Arial"/>
          <w:color w:val="000000"/>
        </w:rPr>
        <w:t>Vereador Jean Araújo</w:t>
      </w:r>
      <w:r w:rsidR="00F43202" w:rsidRPr="00DA4325">
        <w:rPr>
          <w:rFonts w:cs="Arial"/>
          <w:color w:val="000000"/>
        </w:rPr>
        <w:t>.</w:t>
      </w:r>
    </w:p>
    <w:p w14:paraId="5AEDD057" w14:textId="3C948693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836AC3" w:rsidRPr="00173CF7">
        <w:rPr>
          <w:rFonts w:cs="Arial"/>
          <w:color w:val="000000"/>
        </w:rPr>
        <w:t>Institui a obrigatoriedade de supermercados e estabelecimentos similares disponibilizarem carrinhos de compras adaptados às necessidades de pessoas com deficiência ou mobilidade reduzida e Transtorno do Espectro Autista (TEA), no âmbito do Município de Jacareí, e dá outras providências</w:t>
      </w:r>
      <w:r w:rsidR="00F43202" w:rsidRPr="00DA4325">
        <w:rPr>
          <w:rFonts w:cs="Arial"/>
          <w:color w:val="000000"/>
        </w:rPr>
        <w:t>.</w:t>
      </w:r>
    </w:p>
    <w:p w14:paraId="56468785" w14:textId="2BEB1EB4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E20894">
        <w:rPr>
          <w:rFonts w:cs="Arial"/>
          <w:color w:val="000000"/>
        </w:rPr>
        <w:t xml:space="preserve">Projeto </w:t>
      </w:r>
      <w:r w:rsidR="00975904">
        <w:rPr>
          <w:rFonts w:cs="Arial"/>
          <w:color w:val="000000"/>
        </w:rPr>
        <w:t xml:space="preserve">Substitutivo </w:t>
      </w:r>
      <w:r w:rsidR="00AC394C">
        <w:rPr>
          <w:rFonts w:cs="Arial"/>
          <w:color w:val="000000"/>
        </w:rPr>
        <w:t>Aprovado, com Emenda nº 1</w:t>
      </w:r>
      <w:r w:rsidR="00E20894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5067EEF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7124351" w14:textId="53CFC0F7" w:rsidR="000F1845" w:rsidRPr="00DA4325" w:rsidRDefault="000F1845" w:rsidP="000F1845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</w:t>
      </w:r>
      <w:r>
        <w:rPr>
          <w:rFonts w:cs="Arial"/>
          <w:b/>
          <w:color w:val="000000"/>
          <w:u w:val="single"/>
        </w:rPr>
        <w:t>PLL nº 90</w:t>
      </w:r>
      <w:r w:rsidRPr="00A2267F">
        <w:rPr>
          <w:rFonts w:cs="Arial"/>
          <w:b/>
          <w:color w:val="000000"/>
          <w:u w:val="single"/>
        </w:rPr>
        <w:t>/2025 - Projeto de Lei do Legislativo</w:t>
      </w:r>
      <w:r>
        <w:rPr>
          <w:rFonts w:cs="Arial"/>
          <w:b/>
          <w:color w:val="000000"/>
          <w:u w:val="single"/>
        </w:rPr>
        <w:t xml:space="preserve"> </w:t>
      </w:r>
      <w:r w:rsidRPr="000F1845">
        <w:rPr>
          <w:rFonts w:cs="Arial"/>
          <w:b/>
          <w:color w:val="000000"/>
          <w:highlight w:val="yellow"/>
          <w:u w:val="single"/>
        </w:rPr>
        <w:t>(Incluído extraordinariamente)</w:t>
      </w:r>
    </w:p>
    <w:p w14:paraId="62AD2582" w14:textId="7B2A276E" w:rsidR="000F1845" w:rsidRPr="00DA4325" w:rsidRDefault="000F1845" w:rsidP="000F1845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Vereador </w:t>
      </w:r>
      <w:r w:rsidRPr="008C0D82">
        <w:rPr>
          <w:rFonts w:cs="Arial"/>
        </w:rPr>
        <w:t>Paulinho dos Condutores</w:t>
      </w:r>
      <w:r w:rsidRPr="00DA4325">
        <w:rPr>
          <w:rFonts w:cs="Arial"/>
          <w:color w:val="000000"/>
        </w:rPr>
        <w:t>.</w:t>
      </w:r>
    </w:p>
    <w:p w14:paraId="2784D713" w14:textId="0270293A" w:rsidR="000F1845" w:rsidRPr="00DA4325" w:rsidRDefault="000F1845" w:rsidP="000F1845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Pr="008C0D82">
        <w:rPr>
          <w:rFonts w:cs="Arial"/>
          <w:color w:val="000000"/>
        </w:rPr>
        <w:t>Cria a Política Municipal de prevenção, conscientização e orientação sobre varizes e das outras providências</w:t>
      </w:r>
      <w:r w:rsidRPr="00DA4325">
        <w:rPr>
          <w:rFonts w:cs="Arial"/>
          <w:color w:val="000000"/>
        </w:rPr>
        <w:t>.</w:t>
      </w:r>
    </w:p>
    <w:p w14:paraId="2E3BCE7E" w14:textId="2C17FDDE" w:rsidR="000F1845" w:rsidRPr="00DA4325" w:rsidRDefault="000F1845" w:rsidP="000F1845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 xml:space="preserve">: </w:t>
      </w:r>
      <w:r>
        <w:rPr>
          <w:rFonts w:cs="Arial"/>
          <w:color w:val="000000"/>
        </w:rPr>
        <w:t xml:space="preserve">Projeto </w:t>
      </w:r>
      <w:r w:rsidR="00EA0319">
        <w:rPr>
          <w:rFonts w:cs="Arial"/>
          <w:color w:val="000000"/>
        </w:rPr>
        <w:t>Aprovado, com Emenda nº 1</w:t>
      </w:r>
      <w:r>
        <w:rPr>
          <w:rFonts w:cs="Arial"/>
          <w:color w:val="000000"/>
        </w:rPr>
        <w:t>.</w:t>
      </w:r>
    </w:p>
    <w:p w14:paraId="02888DCB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76D8267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F307FF6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2A9D258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  <w:bookmarkStart w:id="0" w:name="_GoBack"/>
      <w:bookmarkEnd w:id="0"/>
    </w:p>
    <w:p w14:paraId="239BACDB" w14:textId="77777777" w:rsidR="006E3E9B" w:rsidRPr="003162A7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3162A7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226F64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4FC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33121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845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07CC0-C1A1-49DB-AB95-BD046489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26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5</cp:revision>
  <cp:lastPrinted>2025-10-22T15:42:00Z</cp:lastPrinted>
  <dcterms:created xsi:type="dcterms:W3CDTF">2025-10-22T15:41:00Z</dcterms:created>
  <dcterms:modified xsi:type="dcterms:W3CDTF">2025-10-22T16:07:00Z</dcterms:modified>
</cp:coreProperties>
</file>